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9D" w:rsidRDefault="00C6759D" w:rsidP="006B18F6">
      <w:pPr>
        <w:suppressAutoHyphens/>
        <w:rPr>
          <w:sz w:val="28"/>
          <w:szCs w:val="28"/>
        </w:rPr>
      </w:pPr>
    </w:p>
    <w:p w:rsidR="00C6759D" w:rsidRDefault="00C6759D" w:rsidP="006B18F6">
      <w:pPr>
        <w:suppressAutoHyphens/>
        <w:rPr>
          <w:sz w:val="28"/>
          <w:szCs w:val="28"/>
        </w:rPr>
      </w:pPr>
    </w:p>
    <w:p w:rsidR="00C6759D" w:rsidRDefault="00C6759D" w:rsidP="006B18F6">
      <w:pPr>
        <w:suppressAutoHyphens/>
        <w:rPr>
          <w:sz w:val="28"/>
          <w:szCs w:val="28"/>
        </w:rPr>
      </w:pPr>
    </w:p>
    <w:p w:rsidR="00C6759D" w:rsidRDefault="00C6759D" w:rsidP="006B18F6">
      <w:pPr>
        <w:suppressAutoHyphens/>
        <w:rPr>
          <w:sz w:val="28"/>
          <w:szCs w:val="28"/>
        </w:rPr>
      </w:pPr>
    </w:p>
    <w:p w:rsidR="00C6759D" w:rsidRDefault="00C6759D" w:rsidP="00927B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ЗАКОН УЛЬЯНОВСКОЙ ОБЛАСТИ </w:t>
      </w:r>
    </w:p>
    <w:p w:rsidR="00C6759D" w:rsidRPr="00DF1350" w:rsidRDefault="00C6759D" w:rsidP="006B18F6">
      <w:pPr>
        <w:suppressAutoHyphens/>
        <w:rPr>
          <w:sz w:val="28"/>
          <w:szCs w:val="28"/>
        </w:rPr>
      </w:pPr>
    </w:p>
    <w:p w:rsidR="00C6759D" w:rsidRPr="00DF1350" w:rsidRDefault="00C6759D" w:rsidP="006B18F6">
      <w:pPr>
        <w:suppressAutoHyphens/>
        <w:jc w:val="center"/>
        <w:rPr>
          <w:b/>
          <w:bCs/>
          <w:sz w:val="28"/>
          <w:szCs w:val="28"/>
        </w:rPr>
      </w:pPr>
      <w:r w:rsidRPr="00DF1350">
        <w:rPr>
          <w:b/>
          <w:bCs/>
          <w:sz w:val="28"/>
          <w:szCs w:val="28"/>
        </w:rPr>
        <w:t>О внесении изменения в статью 3</w:t>
      </w:r>
      <w:r>
        <w:rPr>
          <w:b/>
          <w:bCs/>
          <w:sz w:val="28"/>
          <w:szCs w:val="28"/>
        </w:rPr>
        <w:t xml:space="preserve"> </w:t>
      </w:r>
      <w:hyperlink r:id="rId6" w:history="1">
        <w:r w:rsidRPr="00DF1350">
          <w:rPr>
            <w:b/>
            <w:bCs/>
            <w:sz w:val="28"/>
            <w:szCs w:val="28"/>
          </w:rPr>
          <w:t>Закон</w:t>
        </w:r>
      </w:hyperlink>
      <w:r w:rsidRPr="00DF1350">
        <w:rPr>
          <w:b/>
          <w:bCs/>
          <w:sz w:val="28"/>
          <w:szCs w:val="28"/>
        </w:rPr>
        <w:t>а</w:t>
      </w:r>
      <w:r w:rsidRPr="00DF1350">
        <w:rPr>
          <w:b/>
          <w:bCs/>
          <w:sz w:val="28"/>
          <w:szCs w:val="28"/>
        </w:rPr>
        <w:br/>
        <w:t>Ульяновской области «О наделении органов местного самоуправления муниципальных образований Ульяновской области отдельными государственными полномочиями в области образования и отдыха детей»</w:t>
      </w:r>
    </w:p>
    <w:p w:rsidR="00C6759D" w:rsidRPr="00DF1350" w:rsidRDefault="00C6759D" w:rsidP="006B18F6">
      <w:pPr>
        <w:suppressAutoHyphens/>
        <w:rPr>
          <w:sz w:val="28"/>
          <w:szCs w:val="28"/>
        </w:rPr>
      </w:pPr>
    </w:p>
    <w:p w:rsidR="00C6759D" w:rsidRPr="00DF1350" w:rsidRDefault="00C6759D" w:rsidP="005B19E3">
      <w:pPr>
        <w:suppressAutoHyphens/>
        <w:rPr>
          <w:b/>
          <w:bCs/>
          <w:sz w:val="28"/>
          <w:szCs w:val="28"/>
        </w:rPr>
      </w:pPr>
    </w:p>
    <w:p w:rsidR="00C6759D" w:rsidRPr="00DF1350" w:rsidRDefault="00C6759D" w:rsidP="005B19E3">
      <w:pPr>
        <w:suppressAutoHyphens/>
        <w:rPr>
          <w:b/>
          <w:bCs/>
          <w:sz w:val="28"/>
          <w:szCs w:val="28"/>
        </w:rPr>
      </w:pPr>
    </w:p>
    <w:p w:rsidR="00C6759D" w:rsidRPr="00DF1350" w:rsidRDefault="00C6759D" w:rsidP="005B19E3">
      <w:pPr>
        <w:suppressAutoHyphens/>
        <w:rPr>
          <w:b/>
          <w:bCs/>
          <w:sz w:val="28"/>
          <w:szCs w:val="28"/>
        </w:rPr>
      </w:pPr>
    </w:p>
    <w:p w:rsidR="00C6759D" w:rsidRPr="00DF1350" w:rsidRDefault="00C6759D" w:rsidP="005B19E3">
      <w:pPr>
        <w:suppressAutoHyphens/>
        <w:rPr>
          <w:b/>
          <w:bCs/>
          <w:sz w:val="28"/>
          <w:szCs w:val="28"/>
        </w:rPr>
      </w:pPr>
    </w:p>
    <w:p w:rsidR="00C6759D" w:rsidRPr="00DF1350" w:rsidRDefault="00C6759D" w:rsidP="002356C6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DF1350">
        <w:rPr>
          <w:b/>
          <w:bCs/>
          <w:sz w:val="28"/>
          <w:szCs w:val="28"/>
        </w:rPr>
        <w:t>Статья 1</w:t>
      </w:r>
    </w:p>
    <w:p w:rsidR="00C6759D" w:rsidRPr="00DF1350" w:rsidRDefault="00C6759D" w:rsidP="002356C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2"/>
    </w:p>
    <w:p w:rsidR="00C6759D" w:rsidRPr="00DF1350" w:rsidRDefault="00C6759D" w:rsidP="002356C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0"/>
    <w:p w:rsidR="00C6759D" w:rsidRPr="00DF1350" w:rsidRDefault="00C6759D" w:rsidP="0023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1350">
        <w:rPr>
          <w:sz w:val="28"/>
          <w:szCs w:val="28"/>
        </w:rPr>
        <w:t>Внести в статью 3 Закона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 xml:space="preserve">Ульяновской области от 4 сентября 2007 года           № 118-ЗО «О наделении органов местного самоуправления муниципальных </w:t>
      </w:r>
      <w:r w:rsidRPr="00DF1350">
        <w:rPr>
          <w:sz w:val="28"/>
          <w:szCs w:val="28"/>
        </w:rPr>
        <w:br/>
        <w:t>образований Ульяновской области отдельными государственными полномочи</w:t>
      </w:r>
      <w:r w:rsidRPr="00DF1350">
        <w:rPr>
          <w:sz w:val="28"/>
          <w:szCs w:val="28"/>
        </w:rPr>
        <w:t>я</w:t>
      </w:r>
      <w:r w:rsidRPr="00DF1350">
        <w:rPr>
          <w:sz w:val="28"/>
          <w:szCs w:val="28"/>
        </w:rPr>
        <w:t xml:space="preserve">ми в области образования и отдыха детей» («Ульяновская правда» от 05.09.2007 № 74; от 13.11.2007 № 96; от 22.12.2007 № 110; от 23.04.2008 № 35; от 07.11.2008 № 91;от 06.02.2009 № 9; от 02.10.2009 № 80; от 07.10.2009 № 81; от 02.12.2009 № 96; от 04.12.2009 № 97; от 30.04.2010 № 32; от 04.08.2010 № 62-63; </w:t>
      </w:r>
      <w:r w:rsidRPr="00DF1350">
        <w:rPr>
          <w:sz w:val="28"/>
          <w:szCs w:val="28"/>
        </w:rPr>
        <w:br/>
        <w:t xml:space="preserve">от 13.10.2010 № 84; от 11.05.2011 № 50; от 17.08.2011 № 91; от 07.10.2011 № 113; от 09.11.2011 № 126; от 07.12.2011 № 138; от 02.03.2012 № 22; </w:t>
      </w:r>
      <w:r w:rsidRPr="00DF1350">
        <w:rPr>
          <w:sz w:val="28"/>
          <w:szCs w:val="28"/>
        </w:rPr>
        <w:br/>
        <w:t>от 05.09.2012 № 96; от 10.10.2012 №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>111; от 12.12.2012 № 138-139) изменение, заменив в ней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>«2012» цифрами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>«2013»</w:t>
      </w:r>
      <w:bookmarkStart w:id="1" w:name="sub_210"/>
      <w:r w:rsidRPr="00DF1350">
        <w:rPr>
          <w:sz w:val="28"/>
          <w:szCs w:val="28"/>
        </w:rPr>
        <w:t>.</w:t>
      </w:r>
    </w:p>
    <w:p w:rsidR="00C6759D" w:rsidRPr="00DF1350" w:rsidRDefault="00C6759D" w:rsidP="002356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sub_22"/>
      <w:bookmarkEnd w:id="1"/>
    </w:p>
    <w:bookmarkEnd w:id="2"/>
    <w:p w:rsidR="00C6759D" w:rsidRPr="00DF1350" w:rsidRDefault="00C6759D" w:rsidP="002356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1350">
        <w:rPr>
          <w:b/>
          <w:bCs/>
          <w:sz w:val="28"/>
          <w:szCs w:val="28"/>
        </w:rPr>
        <w:t>Статья 2</w:t>
      </w:r>
    </w:p>
    <w:p w:rsidR="00C6759D" w:rsidRPr="00DF1350" w:rsidRDefault="00C6759D" w:rsidP="002356C6">
      <w:pPr>
        <w:suppressAutoHyphens/>
        <w:spacing w:line="360" w:lineRule="auto"/>
        <w:ind w:firstLine="709"/>
        <w:rPr>
          <w:sz w:val="28"/>
          <w:szCs w:val="28"/>
        </w:rPr>
      </w:pPr>
      <w:bookmarkStart w:id="3" w:name="_GoBack"/>
      <w:bookmarkEnd w:id="3"/>
    </w:p>
    <w:p w:rsidR="00C6759D" w:rsidRPr="002356C6" w:rsidRDefault="00C6759D" w:rsidP="002356C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F1350">
        <w:rPr>
          <w:sz w:val="28"/>
          <w:szCs w:val="28"/>
        </w:rPr>
        <w:t xml:space="preserve">Финансовое обеспечение расходных обязательств, связанных с реализацией статьи 3 Закона Ульяновской области от 4 сентября 2007 года </w:t>
      </w:r>
      <w:r w:rsidRPr="00DF1350">
        <w:rPr>
          <w:sz w:val="28"/>
          <w:szCs w:val="28"/>
        </w:rPr>
        <w:br/>
        <w:t>№ 118-ЗО</w:t>
      </w:r>
      <w:r>
        <w:rPr>
          <w:sz w:val="28"/>
          <w:szCs w:val="28"/>
        </w:rPr>
        <w:t xml:space="preserve"> </w:t>
      </w:r>
      <w:r w:rsidRPr="00DF1350">
        <w:rPr>
          <w:sz w:val="28"/>
          <w:szCs w:val="28"/>
        </w:rPr>
        <w:t xml:space="preserve">«О наделении органов местного самоуправления муниципальных образований Ульяновской области отдельными государственными </w:t>
      </w:r>
      <w:r w:rsidRPr="002356C6">
        <w:rPr>
          <w:sz w:val="28"/>
          <w:szCs w:val="28"/>
        </w:rPr>
        <w:t>полномочиями в области образования и отдыха детей» (в редакции настоящего Закона), осуществляется за счёт бюджетных ассигнований областного бюджета Ульяновской области, выделяемых на соответствующие цели Министерству образования Ульяновской области.</w:t>
      </w:r>
    </w:p>
    <w:p w:rsidR="00C6759D" w:rsidRDefault="00C6759D" w:rsidP="006B18F6">
      <w:pPr>
        <w:suppressAutoHyphens/>
        <w:rPr>
          <w:sz w:val="28"/>
          <w:szCs w:val="28"/>
        </w:rPr>
      </w:pPr>
    </w:p>
    <w:p w:rsidR="00C6759D" w:rsidRDefault="00C6759D" w:rsidP="006B18F6">
      <w:pPr>
        <w:suppressAutoHyphens/>
        <w:rPr>
          <w:sz w:val="28"/>
          <w:szCs w:val="28"/>
        </w:rPr>
      </w:pPr>
    </w:p>
    <w:p w:rsidR="00C6759D" w:rsidRPr="002356C6" w:rsidRDefault="00C6759D" w:rsidP="006B18F6">
      <w:pPr>
        <w:suppressAutoHyphens/>
        <w:rPr>
          <w:sz w:val="10"/>
          <w:szCs w:val="10"/>
        </w:rPr>
      </w:pPr>
    </w:p>
    <w:p w:rsidR="00C6759D" w:rsidRDefault="00C6759D" w:rsidP="00267E7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Губернатор Ульяновской</w:t>
      </w:r>
      <w:r w:rsidRPr="00E96966">
        <w:rPr>
          <w:b/>
          <w:bCs/>
          <w:sz w:val="28"/>
          <w:szCs w:val="28"/>
        </w:rPr>
        <w:t xml:space="preserve"> области</w:t>
      </w:r>
      <w:r>
        <w:rPr>
          <w:b/>
          <w:bCs/>
          <w:sz w:val="28"/>
          <w:szCs w:val="28"/>
        </w:rPr>
        <w:tab/>
        <w:t>С.И.</w:t>
      </w:r>
      <w:r w:rsidRPr="00E96966">
        <w:rPr>
          <w:b/>
          <w:bCs/>
          <w:sz w:val="28"/>
          <w:szCs w:val="28"/>
        </w:rPr>
        <w:t>Морозов</w:t>
      </w:r>
    </w:p>
    <w:p w:rsidR="00C6759D" w:rsidRDefault="00C6759D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759D" w:rsidRDefault="00C6759D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759D" w:rsidRDefault="00C6759D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6759D" w:rsidRPr="00C55645" w:rsidRDefault="00C6759D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C6759D" w:rsidRPr="00C55645" w:rsidRDefault="00C6759D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 июня </w:t>
      </w:r>
      <w:r w:rsidRPr="00C55645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C55645">
        <w:rPr>
          <w:sz w:val="28"/>
          <w:szCs w:val="28"/>
        </w:rPr>
        <w:t> г.</w:t>
      </w:r>
    </w:p>
    <w:p w:rsidR="00C6759D" w:rsidRPr="00C55645" w:rsidRDefault="00C6759D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№ 85</w:t>
      </w:r>
      <w:r w:rsidRPr="00C55645">
        <w:rPr>
          <w:sz w:val="28"/>
          <w:szCs w:val="28"/>
        </w:rPr>
        <w:t>-ЗО</w:t>
      </w:r>
    </w:p>
    <w:p w:rsidR="00C6759D" w:rsidRDefault="00C6759D" w:rsidP="006B18F6">
      <w:pPr>
        <w:suppressAutoHyphens/>
      </w:pPr>
    </w:p>
    <w:sectPr w:rsidR="00C6759D" w:rsidSect="002356C6">
      <w:headerReference w:type="default" r:id="rId7"/>
      <w:footerReference w:type="firs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59D" w:rsidRDefault="00C6759D" w:rsidP="007E1987">
      <w:r>
        <w:separator/>
      </w:r>
    </w:p>
  </w:endnote>
  <w:endnote w:type="continuationSeparator" w:id="0">
    <w:p w:rsidR="00C6759D" w:rsidRDefault="00C6759D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9D" w:rsidRPr="00EB2304" w:rsidRDefault="00C6759D" w:rsidP="00EB2304">
    <w:pPr>
      <w:pStyle w:val="Footer"/>
      <w:jc w:val="right"/>
      <w:rPr>
        <w:sz w:val="16"/>
        <w:szCs w:val="16"/>
      </w:rPr>
    </w:pPr>
    <w:r w:rsidRPr="00EB2304">
      <w:rPr>
        <w:sz w:val="16"/>
        <w:szCs w:val="16"/>
      </w:rPr>
      <w:t>1405ре1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59D" w:rsidRDefault="00C6759D" w:rsidP="007E1987">
      <w:r>
        <w:separator/>
      </w:r>
    </w:p>
  </w:footnote>
  <w:footnote w:type="continuationSeparator" w:id="0">
    <w:p w:rsidR="00C6759D" w:rsidRDefault="00C6759D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9D" w:rsidRDefault="00C6759D" w:rsidP="00700184">
    <w:pPr>
      <w:pStyle w:val="a0"/>
      <w:ind w:left="0" w:firstLine="0"/>
      <w:jc w:val="center"/>
    </w:pPr>
    <w:r w:rsidRPr="00700184">
      <w:rPr>
        <w:rFonts w:ascii="Times New Roman" w:hAnsi="Times New Roman" w:cs="Times New Roman"/>
        <w:sz w:val="28"/>
        <w:szCs w:val="28"/>
      </w:rPr>
      <w:fldChar w:fldCharType="begin"/>
    </w:r>
    <w:r w:rsidRPr="00700184">
      <w:rPr>
        <w:rFonts w:ascii="Times New Roman" w:hAnsi="Times New Roman" w:cs="Times New Roman"/>
        <w:sz w:val="28"/>
        <w:szCs w:val="28"/>
      </w:rPr>
      <w:instrText xml:space="preserve">PAGE  </w:instrText>
    </w:r>
    <w:r w:rsidRPr="0070018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70018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4233"/>
    <w:rsid w:val="00015280"/>
    <w:rsid w:val="00015946"/>
    <w:rsid w:val="000239F1"/>
    <w:rsid w:val="0002426E"/>
    <w:rsid w:val="00025C67"/>
    <w:rsid w:val="00025E7F"/>
    <w:rsid w:val="0002698F"/>
    <w:rsid w:val="00026ACC"/>
    <w:rsid w:val="00030EFD"/>
    <w:rsid w:val="00032114"/>
    <w:rsid w:val="00033B18"/>
    <w:rsid w:val="000341F4"/>
    <w:rsid w:val="000350B2"/>
    <w:rsid w:val="00040FC6"/>
    <w:rsid w:val="000415E4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AC2"/>
    <w:rsid w:val="000F1033"/>
    <w:rsid w:val="000F1507"/>
    <w:rsid w:val="000F18D5"/>
    <w:rsid w:val="000F4462"/>
    <w:rsid w:val="000F7DDB"/>
    <w:rsid w:val="000F7F61"/>
    <w:rsid w:val="001010D9"/>
    <w:rsid w:val="00103C5A"/>
    <w:rsid w:val="00110552"/>
    <w:rsid w:val="00111504"/>
    <w:rsid w:val="00111934"/>
    <w:rsid w:val="0011273A"/>
    <w:rsid w:val="00112FF4"/>
    <w:rsid w:val="00113A82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4F03"/>
    <w:rsid w:val="00165071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2EBA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E085F"/>
    <w:rsid w:val="001E0A21"/>
    <w:rsid w:val="001E4302"/>
    <w:rsid w:val="001E4648"/>
    <w:rsid w:val="001E4674"/>
    <w:rsid w:val="001E4CCD"/>
    <w:rsid w:val="001E6883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865"/>
    <w:rsid w:val="0020649B"/>
    <w:rsid w:val="002110C0"/>
    <w:rsid w:val="00211D8D"/>
    <w:rsid w:val="00212363"/>
    <w:rsid w:val="00215FA0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56C6"/>
    <w:rsid w:val="002365E4"/>
    <w:rsid w:val="0024093E"/>
    <w:rsid w:val="002439EF"/>
    <w:rsid w:val="0024432D"/>
    <w:rsid w:val="00244485"/>
    <w:rsid w:val="00244E4B"/>
    <w:rsid w:val="00246814"/>
    <w:rsid w:val="00250818"/>
    <w:rsid w:val="00252B04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340C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369A"/>
    <w:rsid w:val="002F5FBB"/>
    <w:rsid w:val="002F6896"/>
    <w:rsid w:val="002F6A74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62CC"/>
    <w:rsid w:val="00321FFF"/>
    <w:rsid w:val="00333C23"/>
    <w:rsid w:val="0033487C"/>
    <w:rsid w:val="00335777"/>
    <w:rsid w:val="003366C4"/>
    <w:rsid w:val="00337520"/>
    <w:rsid w:val="00341363"/>
    <w:rsid w:val="0034210F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A18"/>
    <w:rsid w:val="0036272A"/>
    <w:rsid w:val="00363ACE"/>
    <w:rsid w:val="00364AFA"/>
    <w:rsid w:val="00366302"/>
    <w:rsid w:val="00371B2B"/>
    <w:rsid w:val="0037285A"/>
    <w:rsid w:val="00372CB9"/>
    <w:rsid w:val="0037352F"/>
    <w:rsid w:val="003736F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B65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B7F"/>
    <w:rsid w:val="003E1E4A"/>
    <w:rsid w:val="003E26BA"/>
    <w:rsid w:val="003E28A6"/>
    <w:rsid w:val="003E4098"/>
    <w:rsid w:val="003E4258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44D0"/>
    <w:rsid w:val="00410CCB"/>
    <w:rsid w:val="00412B25"/>
    <w:rsid w:val="0041381B"/>
    <w:rsid w:val="00413943"/>
    <w:rsid w:val="00413B57"/>
    <w:rsid w:val="00413B82"/>
    <w:rsid w:val="00415EAD"/>
    <w:rsid w:val="00421CF2"/>
    <w:rsid w:val="00422435"/>
    <w:rsid w:val="00423325"/>
    <w:rsid w:val="00424269"/>
    <w:rsid w:val="00424A99"/>
    <w:rsid w:val="004259F6"/>
    <w:rsid w:val="00426822"/>
    <w:rsid w:val="00426F65"/>
    <w:rsid w:val="00427D4B"/>
    <w:rsid w:val="00430246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22F3"/>
    <w:rsid w:val="004929C9"/>
    <w:rsid w:val="004A0168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CA4"/>
    <w:rsid w:val="004B6B3D"/>
    <w:rsid w:val="004B6F21"/>
    <w:rsid w:val="004B7522"/>
    <w:rsid w:val="004B7966"/>
    <w:rsid w:val="004C1D0C"/>
    <w:rsid w:val="004C2DDE"/>
    <w:rsid w:val="004C2E65"/>
    <w:rsid w:val="004C41A6"/>
    <w:rsid w:val="004C4650"/>
    <w:rsid w:val="004C6853"/>
    <w:rsid w:val="004C744D"/>
    <w:rsid w:val="004C7DBA"/>
    <w:rsid w:val="004D5116"/>
    <w:rsid w:val="004D52F1"/>
    <w:rsid w:val="004D79F1"/>
    <w:rsid w:val="004E21C5"/>
    <w:rsid w:val="004E2559"/>
    <w:rsid w:val="004E3B06"/>
    <w:rsid w:val="004E7B20"/>
    <w:rsid w:val="004F0CD6"/>
    <w:rsid w:val="004F0DDA"/>
    <w:rsid w:val="004F128E"/>
    <w:rsid w:val="004F605C"/>
    <w:rsid w:val="004F6342"/>
    <w:rsid w:val="004F7FBC"/>
    <w:rsid w:val="00500445"/>
    <w:rsid w:val="00500D09"/>
    <w:rsid w:val="00501E48"/>
    <w:rsid w:val="00502D06"/>
    <w:rsid w:val="00504D82"/>
    <w:rsid w:val="00504ED5"/>
    <w:rsid w:val="00505F8C"/>
    <w:rsid w:val="00506AED"/>
    <w:rsid w:val="00511225"/>
    <w:rsid w:val="0051132C"/>
    <w:rsid w:val="00511E55"/>
    <w:rsid w:val="00514309"/>
    <w:rsid w:val="00514915"/>
    <w:rsid w:val="00515731"/>
    <w:rsid w:val="00523986"/>
    <w:rsid w:val="00525911"/>
    <w:rsid w:val="00527425"/>
    <w:rsid w:val="005303BC"/>
    <w:rsid w:val="00531342"/>
    <w:rsid w:val="005326A7"/>
    <w:rsid w:val="00533BA7"/>
    <w:rsid w:val="00535603"/>
    <w:rsid w:val="00537B3D"/>
    <w:rsid w:val="005400AF"/>
    <w:rsid w:val="005414F0"/>
    <w:rsid w:val="00542AEA"/>
    <w:rsid w:val="00547AAA"/>
    <w:rsid w:val="0055087F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CEC"/>
    <w:rsid w:val="00634C4F"/>
    <w:rsid w:val="00636983"/>
    <w:rsid w:val="00636ADB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32B0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E41"/>
    <w:rsid w:val="007E7148"/>
    <w:rsid w:val="007F329D"/>
    <w:rsid w:val="007F3D51"/>
    <w:rsid w:val="007F4A5F"/>
    <w:rsid w:val="007F6F16"/>
    <w:rsid w:val="007F7D7D"/>
    <w:rsid w:val="0080105F"/>
    <w:rsid w:val="00802FE7"/>
    <w:rsid w:val="008040A5"/>
    <w:rsid w:val="008044CA"/>
    <w:rsid w:val="00804799"/>
    <w:rsid w:val="008053F2"/>
    <w:rsid w:val="00811A60"/>
    <w:rsid w:val="00811E67"/>
    <w:rsid w:val="00812EE2"/>
    <w:rsid w:val="0081522D"/>
    <w:rsid w:val="00815D0F"/>
    <w:rsid w:val="008167EA"/>
    <w:rsid w:val="0082098B"/>
    <w:rsid w:val="00820EDB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249C"/>
    <w:rsid w:val="00882A78"/>
    <w:rsid w:val="008831ED"/>
    <w:rsid w:val="00884A08"/>
    <w:rsid w:val="00884A60"/>
    <w:rsid w:val="008875B1"/>
    <w:rsid w:val="00891B43"/>
    <w:rsid w:val="008923E2"/>
    <w:rsid w:val="00896964"/>
    <w:rsid w:val="00896AD9"/>
    <w:rsid w:val="00897795"/>
    <w:rsid w:val="008A09E3"/>
    <w:rsid w:val="008A17AE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28A0"/>
    <w:rsid w:val="008E6B6D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9C6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7B1D"/>
    <w:rsid w:val="009372CB"/>
    <w:rsid w:val="00937FA5"/>
    <w:rsid w:val="00941237"/>
    <w:rsid w:val="009424EE"/>
    <w:rsid w:val="00944365"/>
    <w:rsid w:val="00946B09"/>
    <w:rsid w:val="00947421"/>
    <w:rsid w:val="00947ADD"/>
    <w:rsid w:val="00950300"/>
    <w:rsid w:val="00950727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2A6E"/>
    <w:rsid w:val="00972AAA"/>
    <w:rsid w:val="00974D9A"/>
    <w:rsid w:val="00980BD4"/>
    <w:rsid w:val="0098325F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2DB1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20E2"/>
    <w:rsid w:val="00A03DBC"/>
    <w:rsid w:val="00A04828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3EF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2720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17D"/>
    <w:rsid w:val="00AC12D1"/>
    <w:rsid w:val="00AC154B"/>
    <w:rsid w:val="00AC22EF"/>
    <w:rsid w:val="00AC265A"/>
    <w:rsid w:val="00AC2D4C"/>
    <w:rsid w:val="00AC3348"/>
    <w:rsid w:val="00AC6D73"/>
    <w:rsid w:val="00AD15B6"/>
    <w:rsid w:val="00AD39D1"/>
    <w:rsid w:val="00AD5530"/>
    <w:rsid w:val="00AD59CC"/>
    <w:rsid w:val="00AD75D3"/>
    <w:rsid w:val="00AE06A9"/>
    <w:rsid w:val="00AE24C3"/>
    <w:rsid w:val="00AE2C72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A22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4F14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7F8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30706"/>
    <w:rsid w:val="00C33CE1"/>
    <w:rsid w:val="00C37CEF"/>
    <w:rsid w:val="00C4144A"/>
    <w:rsid w:val="00C44700"/>
    <w:rsid w:val="00C45576"/>
    <w:rsid w:val="00C4728C"/>
    <w:rsid w:val="00C500FF"/>
    <w:rsid w:val="00C51AD1"/>
    <w:rsid w:val="00C51FA9"/>
    <w:rsid w:val="00C523F1"/>
    <w:rsid w:val="00C538D7"/>
    <w:rsid w:val="00C552E6"/>
    <w:rsid w:val="00C55645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759D"/>
    <w:rsid w:val="00C70227"/>
    <w:rsid w:val="00C70481"/>
    <w:rsid w:val="00C7102B"/>
    <w:rsid w:val="00C74182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659A"/>
    <w:rsid w:val="00C96AAF"/>
    <w:rsid w:val="00C96B3E"/>
    <w:rsid w:val="00CA40A2"/>
    <w:rsid w:val="00CA47D7"/>
    <w:rsid w:val="00CA636F"/>
    <w:rsid w:val="00CB18BF"/>
    <w:rsid w:val="00CB19D1"/>
    <w:rsid w:val="00CB2206"/>
    <w:rsid w:val="00CB37F8"/>
    <w:rsid w:val="00CB4AB4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46D4"/>
    <w:rsid w:val="00CF49A7"/>
    <w:rsid w:val="00CF532F"/>
    <w:rsid w:val="00CF6D5C"/>
    <w:rsid w:val="00CF763F"/>
    <w:rsid w:val="00D009CD"/>
    <w:rsid w:val="00D02037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1FEA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501F8"/>
    <w:rsid w:val="00D5071E"/>
    <w:rsid w:val="00D5555B"/>
    <w:rsid w:val="00D560C4"/>
    <w:rsid w:val="00D562B0"/>
    <w:rsid w:val="00D6113A"/>
    <w:rsid w:val="00D62264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7D81"/>
    <w:rsid w:val="00DA06DE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22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350"/>
    <w:rsid w:val="00DF1649"/>
    <w:rsid w:val="00DF1768"/>
    <w:rsid w:val="00DF4302"/>
    <w:rsid w:val="00DF4526"/>
    <w:rsid w:val="00DF5A34"/>
    <w:rsid w:val="00E00E37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39AA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7207"/>
    <w:rsid w:val="00E44E0F"/>
    <w:rsid w:val="00E45927"/>
    <w:rsid w:val="00E4779B"/>
    <w:rsid w:val="00E50783"/>
    <w:rsid w:val="00E51E52"/>
    <w:rsid w:val="00E553F1"/>
    <w:rsid w:val="00E555BC"/>
    <w:rsid w:val="00E57BAC"/>
    <w:rsid w:val="00E61841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2304"/>
    <w:rsid w:val="00EB4E91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29D8"/>
    <w:rsid w:val="00F037BA"/>
    <w:rsid w:val="00F04477"/>
    <w:rsid w:val="00F04CE9"/>
    <w:rsid w:val="00F057F0"/>
    <w:rsid w:val="00F0704A"/>
    <w:rsid w:val="00F07236"/>
    <w:rsid w:val="00F074EA"/>
    <w:rsid w:val="00F07F6C"/>
    <w:rsid w:val="00F11E3F"/>
    <w:rsid w:val="00F123D2"/>
    <w:rsid w:val="00F13857"/>
    <w:rsid w:val="00F2199C"/>
    <w:rsid w:val="00F22075"/>
    <w:rsid w:val="00F22A6F"/>
    <w:rsid w:val="00F23219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59AD"/>
    <w:rsid w:val="00F50581"/>
    <w:rsid w:val="00F50E88"/>
    <w:rsid w:val="00F534F8"/>
    <w:rsid w:val="00F555DE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75F2E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67CC"/>
    <w:rsid w:val="00FC0A9B"/>
    <w:rsid w:val="00FC1BFB"/>
    <w:rsid w:val="00FC339D"/>
    <w:rsid w:val="00FC76D3"/>
    <w:rsid w:val="00FD2FB7"/>
    <w:rsid w:val="00FD6A63"/>
    <w:rsid w:val="00FE0B31"/>
    <w:rsid w:val="00FE0B8D"/>
    <w:rsid w:val="00FE3C8A"/>
    <w:rsid w:val="00FE60F8"/>
    <w:rsid w:val="00FE613A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EC7EAB"/>
    <w:rPr>
      <w:rFonts w:cs="Times New Roman"/>
      <w:b/>
      <w:bCs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2B0"/>
    <w:rPr>
      <w:rFonts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2304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32B0"/>
    <w:rPr>
      <w:rFonts w:cs="Times New Roman"/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5215515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255</Words>
  <Characters>1454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3</cp:revision>
  <cp:lastPrinted>2013-05-30T10:46:00Z</cp:lastPrinted>
  <dcterms:created xsi:type="dcterms:W3CDTF">2013-05-30T10:47:00Z</dcterms:created>
  <dcterms:modified xsi:type="dcterms:W3CDTF">2013-06-11T07:31:00Z</dcterms:modified>
</cp:coreProperties>
</file>